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44EEB" w14:textId="43CDEA73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 xml:space="preserve">Приложение № </w:t>
      </w:r>
      <w:r w:rsidR="00060BCF">
        <w:rPr>
          <w:rFonts w:eastAsia="Times New Roman"/>
          <w:szCs w:val="28"/>
          <w:lang w:eastAsia="ru-RU"/>
        </w:rPr>
        <w:t>8</w:t>
      </w:r>
    </w:p>
    <w:p w14:paraId="6DA46C14" w14:textId="77777777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УТВЕРЖДЕНЫ</w:t>
      </w:r>
    </w:p>
    <w:p w14:paraId="57D32BE2" w14:textId="77777777" w:rsidR="000A3528" w:rsidRPr="000A3528" w:rsidRDefault="000A3528" w:rsidP="000A3528">
      <w:pPr>
        <w:tabs>
          <w:tab w:val="left" w:pos="4962"/>
          <w:tab w:val="left" w:pos="9653"/>
        </w:tabs>
        <w:ind w:left="5103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решением Совета муниципального образования Новокубанский район</w:t>
      </w:r>
    </w:p>
    <w:p w14:paraId="5B47573D" w14:textId="58A8E989" w:rsidR="000A3528" w:rsidRPr="000A3528" w:rsidRDefault="00E36A73" w:rsidP="000A3528">
      <w:pPr>
        <w:tabs>
          <w:tab w:val="left" w:pos="4962"/>
        </w:tabs>
        <w:ind w:left="5103"/>
        <w:rPr>
          <w:rFonts w:eastAsia="Times New Roman"/>
          <w:bCs/>
          <w:szCs w:val="28"/>
          <w:lang w:eastAsia="ru-RU"/>
        </w:rPr>
      </w:pPr>
      <w:proofErr w:type="gramStart"/>
      <w:r w:rsidRPr="00E36A73">
        <w:rPr>
          <w:rFonts w:eastAsia="Times New Roman"/>
          <w:bCs/>
          <w:szCs w:val="28"/>
          <w:lang w:eastAsia="ru-RU"/>
        </w:rPr>
        <w:t>от  24.11.2022</w:t>
      </w:r>
      <w:proofErr w:type="gramEnd"/>
      <w:r w:rsidRPr="00E36A73">
        <w:rPr>
          <w:rFonts w:eastAsia="Times New Roman"/>
          <w:bCs/>
          <w:szCs w:val="28"/>
          <w:lang w:eastAsia="ru-RU"/>
        </w:rPr>
        <w:t xml:space="preserve"> года  № 285</w:t>
      </w:r>
    </w:p>
    <w:p w14:paraId="08FBE81E" w14:textId="77777777" w:rsidR="00461704" w:rsidRDefault="00461704" w:rsidP="00D472CF">
      <w:pPr>
        <w:ind w:left="4962"/>
        <w:jc w:val="center"/>
        <w:rPr>
          <w:bCs/>
          <w:szCs w:val="28"/>
        </w:rPr>
      </w:pPr>
    </w:p>
    <w:p w14:paraId="430477E7" w14:textId="77777777" w:rsidR="00FF3996" w:rsidRDefault="00FF3996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14:paraId="005AE046" w14:textId="77777777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>бюджетных ассигнований, направляемых на социальную</w:t>
      </w:r>
      <w:r w:rsidR="00493BEB">
        <w:rPr>
          <w:b/>
          <w:szCs w:val="28"/>
        </w:rPr>
        <w:t xml:space="preserve"> </w:t>
      </w:r>
      <w:r w:rsidRPr="00DC1354">
        <w:rPr>
          <w:b/>
          <w:szCs w:val="28"/>
        </w:rPr>
        <w:t>поддержку</w:t>
      </w:r>
    </w:p>
    <w:p w14:paraId="574B35F7" w14:textId="60A9FAA5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 xml:space="preserve">детей и семей, имеющих детей, </w:t>
      </w:r>
      <w:r w:rsidR="00493BEB" w:rsidRPr="00493BEB">
        <w:rPr>
          <w:b/>
          <w:szCs w:val="28"/>
        </w:rPr>
        <w:t xml:space="preserve">на 2023 год и на плановый </w:t>
      </w:r>
    </w:p>
    <w:p w14:paraId="393DDBDC" w14:textId="442840D0" w:rsidR="00035823" w:rsidRDefault="00493BEB" w:rsidP="00224113">
      <w:pPr>
        <w:jc w:val="center"/>
        <w:rPr>
          <w:b/>
          <w:szCs w:val="28"/>
        </w:rPr>
      </w:pPr>
      <w:r w:rsidRPr="00493BEB">
        <w:rPr>
          <w:b/>
          <w:szCs w:val="28"/>
        </w:rPr>
        <w:t>период 2024 и 2025 годов</w:t>
      </w:r>
    </w:p>
    <w:p w14:paraId="457D13E5" w14:textId="6434FF1C" w:rsidR="00D472CF" w:rsidRDefault="00D472CF" w:rsidP="00D472CF">
      <w:pPr>
        <w:ind w:hanging="425"/>
        <w:jc w:val="right"/>
        <w:rPr>
          <w:szCs w:val="28"/>
        </w:rPr>
      </w:pPr>
      <w:r>
        <w:rPr>
          <w:szCs w:val="28"/>
        </w:rPr>
        <w:t>(тыс. рублей)</w:t>
      </w:r>
    </w:p>
    <w:tbl>
      <w:tblPr>
        <w:tblW w:w="9754" w:type="dxa"/>
        <w:tblInd w:w="113" w:type="dxa"/>
        <w:tblLook w:val="04A0" w:firstRow="1" w:lastRow="0" w:firstColumn="1" w:lastColumn="0" w:noHBand="0" w:noVBand="1"/>
      </w:tblPr>
      <w:tblGrid>
        <w:gridCol w:w="580"/>
        <w:gridCol w:w="5556"/>
        <w:gridCol w:w="1180"/>
        <w:gridCol w:w="1247"/>
        <w:gridCol w:w="1191"/>
      </w:tblGrid>
      <w:tr w:rsidR="00E36D2B" w:rsidRPr="00E36D2B" w14:paraId="7C1C1810" w14:textId="77777777" w:rsidTr="00551DD9">
        <w:trPr>
          <w:trHeight w:val="20"/>
          <w:tblHeader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88FC8" w14:textId="77777777" w:rsidR="00E36D2B" w:rsidRPr="00E36D2B" w:rsidRDefault="00E36D2B" w:rsidP="00E36D2B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9C37" w14:textId="77777777" w:rsidR="00E36D2B" w:rsidRPr="00E36D2B" w:rsidRDefault="00E36D2B" w:rsidP="00E36D2B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9211" w14:textId="77777777" w:rsidR="00E36D2B" w:rsidRPr="00E36D2B" w:rsidRDefault="00E36D2B" w:rsidP="00E36D2B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176D5" w14:textId="77777777" w:rsidR="00E36D2B" w:rsidRPr="00E36D2B" w:rsidRDefault="00E36D2B" w:rsidP="00E36D2B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AF5B" w14:textId="77777777" w:rsidR="00E36D2B" w:rsidRPr="00E36D2B" w:rsidRDefault="00E36D2B" w:rsidP="00E36D2B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E36D2B" w:rsidRPr="00E36D2B" w14:paraId="1072FDDC" w14:textId="77777777" w:rsidTr="00551DD9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40E21" w14:textId="77777777" w:rsidR="00E36D2B" w:rsidRPr="00E36D2B" w:rsidRDefault="00E36D2B" w:rsidP="00E36D2B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EC9E" w14:textId="77777777" w:rsidR="00E36D2B" w:rsidRPr="00E36D2B" w:rsidRDefault="00E36D2B" w:rsidP="00E36D2B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84110" w14:textId="77777777" w:rsidR="00E36D2B" w:rsidRPr="00E36D2B" w:rsidRDefault="00E36D2B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196 419,1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4F094" w14:textId="77777777" w:rsidR="00E36D2B" w:rsidRPr="00E36D2B" w:rsidRDefault="00E36D2B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163 990,3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E6203" w14:textId="77777777" w:rsidR="00E36D2B" w:rsidRPr="00E36D2B" w:rsidRDefault="00E36D2B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145 677,4</w:t>
            </w:r>
          </w:p>
        </w:tc>
      </w:tr>
      <w:tr w:rsidR="00E36D2B" w:rsidRPr="00E36D2B" w14:paraId="6320A4C0" w14:textId="77777777" w:rsidTr="00551DD9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1A290" w14:textId="77777777" w:rsidR="00E36D2B" w:rsidRPr="00E36D2B" w:rsidRDefault="00E36D2B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2648" w14:textId="77777777" w:rsidR="00E36D2B" w:rsidRPr="00E36D2B" w:rsidRDefault="00E36D2B" w:rsidP="00E36D2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78C4B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730,0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E07EA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280B6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749,3</w:t>
            </w:r>
          </w:p>
        </w:tc>
      </w:tr>
      <w:tr w:rsidR="00E36D2B" w:rsidRPr="00E36D2B" w14:paraId="69057B26" w14:textId="77777777" w:rsidTr="00551DD9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D4365" w14:textId="77777777" w:rsidR="00E36D2B" w:rsidRPr="00E36D2B" w:rsidRDefault="00E36D2B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7E3D" w14:textId="77777777" w:rsidR="00E36D2B" w:rsidRPr="00E36D2B" w:rsidRDefault="00E36D2B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AD06F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77 703,0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B3047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41 441,6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7FA99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20 720,0</w:t>
            </w:r>
          </w:p>
        </w:tc>
      </w:tr>
      <w:tr w:rsidR="00E36D2B" w:rsidRPr="00E36D2B" w14:paraId="02638565" w14:textId="77777777" w:rsidTr="00551DD9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24A28" w14:textId="77777777" w:rsidR="00E36D2B" w:rsidRPr="00E36D2B" w:rsidRDefault="00E36D2B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A2D7" w14:textId="77777777" w:rsidR="00E36D2B" w:rsidRPr="00E36D2B" w:rsidRDefault="00E36D2B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B08CC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57 752,7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D22CC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60 061,6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CB7CA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62 465,2</w:t>
            </w:r>
          </w:p>
        </w:tc>
      </w:tr>
      <w:tr w:rsidR="00E36D2B" w:rsidRPr="00E36D2B" w14:paraId="2C73EB20" w14:textId="77777777" w:rsidTr="00551DD9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13255" w14:textId="77777777" w:rsidR="00E36D2B" w:rsidRPr="00E36D2B" w:rsidRDefault="00E36D2B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BB07" w14:textId="77777777" w:rsidR="00E36D2B" w:rsidRPr="00E36D2B" w:rsidRDefault="00E36D2B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7C558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49 783,2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ABDF3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51 263,2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5EC38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51 263,2</w:t>
            </w:r>
          </w:p>
        </w:tc>
      </w:tr>
      <w:tr w:rsidR="00E36D2B" w:rsidRPr="00E36D2B" w14:paraId="098CC7CB" w14:textId="77777777" w:rsidTr="00551DD9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FE8BD" w14:textId="77777777" w:rsidR="00E36D2B" w:rsidRPr="00E36D2B" w:rsidRDefault="00E36D2B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8AC0" w14:textId="77777777" w:rsidR="00E36D2B" w:rsidRPr="00E36D2B" w:rsidRDefault="00E36D2B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7DDC4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8 059,8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35EE7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8 059,8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C8E52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8 059,8</w:t>
            </w:r>
          </w:p>
        </w:tc>
      </w:tr>
      <w:tr w:rsidR="00E36D2B" w:rsidRPr="00E36D2B" w14:paraId="12F93650" w14:textId="77777777" w:rsidTr="00551DD9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96EB7" w14:textId="77777777" w:rsidR="00E36D2B" w:rsidRPr="00E36D2B" w:rsidRDefault="00E36D2B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569F" w14:textId="77777777" w:rsidR="00E36D2B" w:rsidRPr="00E36D2B" w:rsidRDefault="00E36D2B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CDA37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1 295,1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C62A0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1 319,5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0444D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1 324,6</w:t>
            </w:r>
          </w:p>
        </w:tc>
      </w:tr>
      <w:tr w:rsidR="00E36D2B" w:rsidRPr="00E36D2B" w14:paraId="36929A2A" w14:textId="77777777" w:rsidTr="00551DD9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54398" w14:textId="77777777" w:rsidR="00E36D2B" w:rsidRPr="00E36D2B" w:rsidRDefault="00E36D2B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28B0" w14:textId="77777777" w:rsidR="00E36D2B" w:rsidRPr="00E36D2B" w:rsidRDefault="00E36D2B" w:rsidP="00E36D2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8B530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BD6B1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81FA3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950,0</w:t>
            </w:r>
          </w:p>
        </w:tc>
      </w:tr>
      <w:tr w:rsidR="00E36D2B" w:rsidRPr="00E36D2B" w14:paraId="60CDCAA2" w14:textId="77777777" w:rsidTr="00551DD9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1111B" w14:textId="77777777" w:rsidR="00E36D2B" w:rsidRPr="00E36D2B" w:rsidRDefault="00E36D2B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F61A" w14:textId="1418F120" w:rsidR="00E36D2B" w:rsidRPr="00E36D2B" w:rsidRDefault="00E36D2B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номочий по оплат</w:t>
            </w:r>
            <w:r w:rsidR="002C65D5">
              <w:rPr>
                <w:rFonts w:eastAsia="Times New Roman"/>
                <w:sz w:val="24"/>
                <w:szCs w:val="24"/>
                <w:lang w:eastAsia="ru-RU"/>
              </w:rPr>
              <w:t>е п</w:t>
            </w: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30D3F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145,3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026DE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145,3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FEB97" w14:textId="77777777" w:rsidR="00E36D2B" w:rsidRPr="00E36D2B" w:rsidRDefault="00E36D2B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E36D2B">
              <w:rPr>
                <w:rFonts w:eastAsia="Times New Roman"/>
                <w:sz w:val="24"/>
                <w:szCs w:val="24"/>
                <w:lang w:eastAsia="ru-RU"/>
              </w:rPr>
              <w:t>145,3</w:t>
            </w:r>
          </w:p>
        </w:tc>
      </w:tr>
    </w:tbl>
    <w:p w14:paraId="72F0C87E" w14:textId="19CE7311" w:rsidR="00CE3B38" w:rsidRDefault="000A3528" w:rsidP="00D472CF">
      <w:pPr>
        <w:ind w:hanging="425"/>
        <w:jc w:val="right"/>
        <w:rPr>
          <w:szCs w:val="28"/>
        </w:rPr>
      </w:pPr>
      <w:r>
        <w:rPr>
          <w:szCs w:val="28"/>
        </w:rPr>
        <w:t>».</w:t>
      </w:r>
    </w:p>
    <w:p w14:paraId="1A48803D" w14:textId="77777777" w:rsidR="000045E2" w:rsidRDefault="000045E2" w:rsidP="00461704">
      <w:pPr>
        <w:jc w:val="both"/>
        <w:rPr>
          <w:szCs w:val="28"/>
        </w:rPr>
      </w:pPr>
    </w:p>
    <w:p w14:paraId="2E50FA90" w14:textId="77777777" w:rsidR="000A3528" w:rsidRDefault="000A3528" w:rsidP="00461704">
      <w:pPr>
        <w:jc w:val="both"/>
        <w:rPr>
          <w:szCs w:val="28"/>
        </w:rPr>
      </w:pPr>
    </w:p>
    <w:p w14:paraId="6A142615" w14:textId="77777777" w:rsidR="004506EE" w:rsidRPr="004506EE" w:rsidRDefault="004506EE" w:rsidP="004506EE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 w:rsidRPr="004506EE">
        <w:rPr>
          <w:rFonts w:eastAsia="Calibri"/>
          <w:szCs w:val="28"/>
        </w:rPr>
        <w:t>Исполняющий обязанности начальника</w:t>
      </w:r>
    </w:p>
    <w:p w14:paraId="2205DC02" w14:textId="77777777" w:rsidR="004506EE" w:rsidRPr="004506EE" w:rsidRDefault="004506EE" w:rsidP="004506EE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 w:rsidRPr="004506EE">
        <w:rPr>
          <w:rFonts w:eastAsia="Calibri"/>
          <w:szCs w:val="28"/>
        </w:rPr>
        <w:t>финансового управления администрации</w:t>
      </w:r>
    </w:p>
    <w:p w14:paraId="55D5ED2D" w14:textId="77777777" w:rsidR="004506EE" w:rsidRPr="004506EE" w:rsidRDefault="004506EE" w:rsidP="004506EE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 w:rsidRPr="004506EE">
        <w:rPr>
          <w:rFonts w:eastAsia="Calibri"/>
          <w:szCs w:val="28"/>
        </w:rPr>
        <w:t>муниципального образования</w:t>
      </w:r>
    </w:p>
    <w:p w14:paraId="7C7626FA" w14:textId="1BE721D5" w:rsidR="00627195" w:rsidRPr="002C65D5" w:rsidRDefault="004506EE" w:rsidP="002C65D5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 w:rsidRPr="004506EE">
        <w:rPr>
          <w:rFonts w:eastAsia="Calibri"/>
          <w:szCs w:val="28"/>
        </w:rPr>
        <w:t xml:space="preserve">Новокубанский район </w:t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  <w:t xml:space="preserve"> </w:t>
      </w:r>
      <w:r w:rsidR="00AC6B9B">
        <w:rPr>
          <w:rFonts w:eastAsia="Calibri"/>
          <w:szCs w:val="28"/>
        </w:rPr>
        <w:t xml:space="preserve">   </w:t>
      </w:r>
      <w:r w:rsidRPr="004506EE">
        <w:rPr>
          <w:rFonts w:eastAsia="Calibri"/>
          <w:szCs w:val="28"/>
        </w:rPr>
        <w:t xml:space="preserve">      </w:t>
      </w:r>
      <w:proofErr w:type="spellStart"/>
      <w:r w:rsidRPr="004506EE">
        <w:rPr>
          <w:rFonts w:eastAsia="Calibri"/>
          <w:szCs w:val="28"/>
        </w:rPr>
        <w:t>И.Ю.Андреева</w:t>
      </w:r>
      <w:proofErr w:type="spellEnd"/>
    </w:p>
    <w:sectPr w:rsidR="00627195" w:rsidRPr="002C65D5" w:rsidSect="00461704">
      <w:headerReference w:type="default" r:id="rId7"/>
      <w:pgSz w:w="11906" w:h="16838"/>
      <w:pgMar w:top="1134" w:right="567" w:bottom="1985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891B1" w14:textId="77777777" w:rsidR="00CD0B22" w:rsidRDefault="00CD0B22" w:rsidP="00E12559">
      <w:r>
        <w:separator/>
      </w:r>
    </w:p>
  </w:endnote>
  <w:endnote w:type="continuationSeparator" w:id="0">
    <w:p w14:paraId="3B301C4C" w14:textId="77777777" w:rsidR="00CD0B22" w:rsidRDefault="00CD0B22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9C292" w14:textId="77777777" w:rsidR="00CD0B22" w:rsidRDefault="00CD0B22" w:rsidP="00E12559">
      <w:r>
        <w:separator/>
      </w:r>
    </w:p>
  </w:footnote>
  <w:footnote w:type="continuationSeparator" w:id="0">
    <w:p w14:paraId="2EAEFF93" w14:textId="77777777" w:rsidR="00CD0B22" w:rsidRDefault="00CD0B22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9635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6109444" w14:textId="77777777"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2C65D5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75FA"/>
    <w:rsid w:val="00001094"/>
    <w:rsid w:val="000045E2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0BCF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5C0D"/>
    <w:rsid w:val="000763FC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3528"/>
    <w:rsid w:val="000A5796"/>
    <w:rsid w:val="000A5BD6"/>
    <w:rsid w:val="000B3421"/>
    <w:rsid w:val="000B6B06"/>
    <w:rsid w:val="000C3B40"/>
    <w:rsid w:val="000D0B2B"/>
    <w:rsid w:val="000E0089"/>
    <w:rsid w:val="000E0EA8"/>
    <w:rsid w:val="000E3772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65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B78D0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1D93"/>
    <w:rsid w:val="00224113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C65D5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077D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0731"/>
    <w:rsid w:val="0044291F"/>
    <w:rsid w:val="00444582"/>
    <w:rsid w:val="00447061"/>
    <w:rsid w:val="004506EE"/>
    <w:rsid w:val="004555AE"/>
    <w:rsid w:val="00461704"/>
    <w:rsid w:val="00462020"/>
    <w:rsid w:val="00472EBC"/>
    <w:rsid w:val="00472F81"/>
    <w:rsid w:val="00473173"/>
    <w:rsid w:val="0047414D"/>
    <w:rsid w:val="004755E0"/>
    <w:rsid w:val="004801E4"/>
    <w:rsid w:val="00481312"/>
    <w:rsid w:val="00481629"/>
    <w:rsid w:val="00482EF4"/>
    <w:rsid w:val="00485A54"/>
    <w:rsid w:val="004861D2"/>
    <w:rsid w:val="004918F5"/>
    <w:rsid w:val="00493BEB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1DD9"/>
    <w:rsid w:val="005521B0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1363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37918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940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33EC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25AA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2624A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0C93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5340"/>
    <w:rsid w:val="00AB64D5"/>
    <w:rsid w:val="00AB761A"/>
    <w:rsid w:val="00AB7C01"/>
    <w:rsid w:val="00AC51E3"/>
    <w:rsid w:val="00AC6025"/>
    <w:rsid w:val="00AC6B9B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2C4A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16B8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0B22"/>
    <w:rsid w:val="00CD226D"/>
    <w:rsid w:val="00CD60DA"/>
    <w:rsid w:val="00CD67E7"/>
    <w:rsid w:val="00CD6B64"/>
    <w:rsid w:val="00CE0E3D"/>
    <w:rsid w:val="00CE266A"/>
    <w:rsid w:val="00CE2F15"/>
    <w:rsid w:val="00CE2F44"/>
    <w:rsid w:val="00CE3B38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5E8F"/>
    <w:rsid w:val="00D472CF"/>
    <w:rsid w:val="00D47C97"/>
    <w:rsid w:val="00D52111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6241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DF5F5F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36A73"/>
    <w:rsid w:val="00E36D2B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2950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2D4A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6ACF"/>
    <w:rsid w:val="00FD79A7"/>
    <w:rsid w:val="00FE0B68"/>
    <w:rsid w:val="00FE129D"/>
    <w:rsid w:val="00FE3F68"/>
    <w:rsid w:val="00FE4503"/>
    <w:rsid w:val="00FE691B"/>
    <w:rsid w:val="00FF3996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CBDD912"/>
  <w15:docId w15:val="{27D0A637-A16E-49A4-9E34-F5212A8A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0B122-B73A-4FDF-BC4B-0B69810A0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539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113</cp:revision>
  <cp:lastPrinted>2022-11-24T13:40:00Z</cp:lastPrinted>
  <dcterms:created xsi:type="dcterms:W3CDTF">2017-09-18T13:02:00Z</dcterms:created>
  <dcterms:modified xsi:type="dcterms:W3CDTF">2022-11-24T13:41:00Z</dcterms:modified>
</cp:coreProperties>
</file>